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0D24CF" w:rsidRDefault="00096312" w:rsidP="00880F60">
      <w:pPr>
        <w:pStyle w:val="Title"/>
        <w:rPr>
          <w:lang w:val="es-AR"/>
        </w:rPr>
      </w:pPr>
      <w:r w:rsidRPr="00E55315">
        <w:rPr>
          <w:rFonts w:ascii="Georgia" w:eastAsia="Georgia" w:hAnsi="Georgia" w:cs="Georgia"/>
          <w:bCs/>
          <w:iCs/>
          <w:lang w:val="es-ES"/>
        </w:rPr>
        <w:t>Folleto A</w:t>
      </w:r>
    </w:p>
    <w:p w:rsidR="006B31CC" w:rsidRPr="000D24CF" w:rsidRDefault="00096312" w:rsidP="00E371C1">
      <w:pPr>
        <w:pStyle w:val="Subtitle"/>
        <w:rPr>
          <w:lang w:val="es-AR"/>
        </w:rPr>
      </w:pPr>
      <w:r w:rsidRPr="0038599F">
        <w:rPr>
          <w:rFonts w:ascii="Georgia" w:eastAsia="Georgia" w:hAnsi="Georgia" w:cs="Georgia"/>
          <w:lang w:val="es-ES"/>
        </w:rPr>
        <w:t>El pago inicial</w:t>
      </w:r>
    </w:p>
    <w:p w:rsidR="00344909" w:rsidRPr="000D24CF" w:rsidRDefault="00E73618" w:rsidP="00344909">
      <w:pPr>
        <w:pStyle w:val="BodyText"/>
        <w:rPr>
          <w:sz w:val="28"/>
          <w:szCs w:val="28"/>
          <w:lang w:val="es-AR"/>
        </w:rPr>
      </w:pPr>
      <w:r>
        <w:rPr>
          <w:noProof/>
          <w:sz w:val="28"/>
          <w:szCs w:val="28"/>
          <w:lang w:val="en-US" w:eastAsia="zh-TW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3111500</wp:posOffset>
            </wp:positionH>
            <wp:positionV relativeFrom="paragraph">
              <wp:posOffset>8890</wp:posOffset>
            </wp:positionV>
            <wp:extent cx="2236470" cy="1295400"/>
            <wp:effectExtent l="0" t="0" r="0" b="0"/>
            <wp:wrapSquare wrapText="bothSides"/>
            <wp:docPr id="5" name="Picture 2" descr="Description: C:\Users\Ellies Gaming PC\Downloads\bigstock-Mortgage-And-Down-Payment-2179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C:\Users\Ellies Gaming PC\Downloads\bigstock-Mortgage-And-Down-Payment-217966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6312" w:rsidRPr="00922E3E">
        <w:rPr>
          <w:rFonts w:eastAsia="Georgia" w:cs="Georgia"/>
          <w:sz w:val="28"/>
          <w:szCs w:val="28"/>
          <w:lang w:val="es-ES"/>
        </w:rPr>
        <w:t>Precio de la vivienda: USD 285.000</w:t>
      </w:r>
    </w:p>
    <w:p w:rsidR="00344909" w:rsidRPr="000D24CF" w:rsidRDefault="00096312" w:rsidP="00344909">
      <w:pPr>
        <w:pStyle w:val="BodyText"/>
        <w:rPr>
          <w:sz w:val="28"/>
          <w:szCs w:val="28"/>
          <w:lang w:val="es-AR"/>
        </w:rPr>
      </w:pPr>
      <w:r w:rsidRPr="00922E3E">
        <w:rPr>
          <w:rFonts w:eastAsia="Georgia" w:cs="Georgia"/>
          <w:sz w:val="28"/>
          <w:szCs w:val="28"/>
          <w:lang w:val="es-ES"/>
        </w:rPr>
        <w:t>Tasa de interés: 5 %</w:t>
      </w:r>
    </w:p>
    <w:p w:rsidR="00344909" w:rsidRPr="000D24CF" w:rsidRDefault="00096312" w:rsidP="00344909">
      <w:pPr>
        <w:pStyle w:val="BodyText"/>
        <w:rPr>
          <w:sz w:val="28"/>
          <w:szCs w:val="28"/>
          <w:lang w:val="es-AR"/>
        </w:rPr>
      </w:pPr>
      <w:r w:rsidRPr="00922E3E">
        <w:rPr>
          <w:rFonts w:eastAsia="Georgia" w:cs="Georgia"/>
          <w:sz w:val="28"/>
          <w:szCs w:val="28"/>
          <w:lang w:val="es-ES"/>
        </w:rPr>
        <w:t>Préstamo hipotecario con plazo de 30 años</w:t>
      </w:r>
    </w:p>
    <w:p w:rsidR="00344909" w:rsidRPr="000D24CF" w:rsidRDefault="00081F5E" w:rsidP="00344909">
      <w:pPr>
        <w:rPr>
          <w:lang w:val="es-AR"/>
        </w:rPr>
      </w:pPr>
    </w:p>
    <w:p w:rsidR="00E371C1" w:rsidRPr="000D24CF" w:rsidRDefault="00081F5E" w:rsidP="00E371C1">
      <w:pPr>
        <w:rPr>
          <w:lang w:val="es-AR"/>
        </w:rPr>
      </w:pPr>
    </w:p>
    <w:tbl>
      <w:tblPr>
        <w:tblStyle w:val="DP-Plain"/>
        <w:tblW w:w="5000" w:type="pct"/>
        <w:tblBorders>
          <w:insideH w:val="single" w:sz="6" w:space="0" w:color="A32020" w:themeColor="text2"/>
        </w:tblBorders>
        <w:tblLook w:val="04A0"/>
      </w:tblPr>
      <w:tblGrid>
        <w:gridCol w:w="4302"/>
        <w:gridCol w:w="1620"/>
        <w:gridCol w:w="1620"/>
        <w:gridCol w:w="1602"/>
      </w:tblGrid>
      <w:tr w:rsidR="00A344A7" w:rsidTr="00A344A7">
        <w:trPr>
          <w:cnfStyle w:val="100000000000"/>
        </w:trPr>
        <w:tc>
          <w:tcPr>
            <w:tcW w:w="4302" w:type="dxa"/>
          </w:tcPr>
          <w:p w:rsidR="0038599F" w:rsidRPr="00446686" w:rsidRDefault="00096312" w:rsidP="0038599F">
            <w:pPr>
              <w:pStyle w:val="TableTitleArial"/>
            </w:pPr>
            <w:r w:rsidRPr="00446686">
              <w:rPr>
                <w:rFonts w:eastAsia="Arial"/>
                <w:color w:val="000000"/>
                <w:szCs w:val="20"/>
              </w:rPr>
              <w:t>Categoría</w:t>
            </w:r>
          </w:p>
        </w:tc>
        <w:tc>
          <w:tcPr>
            <w:tcW w:w="1620" w:type="dxa"/>
          </w:tcPr>
          <w:p w:rsidR="0038599F" w:rsidRDefault="00096312" w:rsidP="00F16198">
            <w:pPr>
              <w:pStyle w:val="TableTitleArial"/>
              <w:jc w:val="right"/>
            </w:pPr>
            <w:r>
              <w:rPr>
                <w:rFonts w:eastAsia="Arial"/>
                <w:color w:val="000000"/>
                <w:szCs w:val="20"/>
              </w:rPr>
              <w:t>0 %</w:t>
            </w:r>
            <w:r w:rsidR="000D24CF">
              <w:rPr>
                <w:rFonts w:eastAsia="Arial"/>
                <w:color w:val="000000"/>
                <w:szCs w:val="20"/>
              </w:rPr>
              <w:t xml:space="preserve"> de pago</w:t>
            </w:r>
            <w:r>
              <w:rPr>
                <w:rFonts w:eastAsia="Arial"/>
                <w:color w:val="000000"/>
                <w:szCs w:val="20"/>
              </w:rPr>
              <w:t xml:space="preserve"> </w:t>
            </w:r>
          </w:p>
          <w:p w:rsidR="0038599F" w:rsidRPr="00446686" w:rsidRDefault="00096312" w:rsidP="00F16198">
            <w:pPr>
              <w:pStyle w:val="TableTitleArial"/>
              <w:jc w:val="right"/>
            </w:pPr>
            <w:r>
              <w:rPr>
                <w:rFonts w:eastAsia="Arial"/>
                <w:color w:val="000000"/>
                <w:szCs w:val="20"/>
              </w:rPr>
              <w:t xml:space="preserve"> inicial</w:t>
            </w:r>
          </w:p>
        </w:tc>
        <w:tc>
          <w:tcPr>
            <w:tcW w:w="1620" w:type="dxa"/>
          </w:tcPr>
          <w:p w:rsidR="0038599F" w:rsidRPr="0038599F" w:rsidRDefault="00096312" w:rsidP="003137DE">
            <w:pPr>
              <w:pStyle w:val="TableTitleArial"/>
              <w:jc w:val="right"/>
            </w:pPr>
            <w:r w:rsidRPr="0038599F">
              <w:rPr>
                <w:rFonts w:eastAsia="Arial"/>
                <w:color w:val="000000"/>
                <w:szCs w:val="20"/>
              </w:rPr>
              <w:t>10 % de pago inicial</w:t>
            </w:r>
          </w:p>
        </w:tc>
        <w:tc>
          <w:tcPr>
            <w:tcW w:w="1602" w:type="dxa"/>
          </w:tcPr>
          <w:p w:rsidR="0038599F" w:rsidRPr="0038599F" w:rsidRDefault="00096312" w:rsidP="003137DE">
            <w:pPr>
              <w:pStyle w:val="TableTitleArial"/>
              <w:jc w:val="right"/>
            </w:pPr>
            <w:r w:rsidRPr="0038599F">
              <w:rPr>
                <w:rFonts w:eastAsia="Arial"/>
                <w:color w:val="000000"/>
                <w:szCs w:val="20"/>
              </w:rPr>
              <w:t>20 % de pago inicial</w:t>
            </w:r>
          </w:p>
        </w:tc>
      </w:tr>
      <w:tr w:rsidR="00A344A7" w:rsidTr="00A344A7">
        <w:tc>
          <w:tcPr>
            <w:tcW w:w="4302" w:type="dxa"/>
          </w:tcPr>
          <w:p w:rsidR="0038599F" w:rsidRPr="000D24CF" w:rsidRDefault="00096312" w:rsidP="00342EBA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¿Pago inicial de cuánto?</w:t>
            </w:r>
          </w:p>
          <w:p w:rsidR="0038599F" w:rsidRPr="000D24CF" w:rsidRDefault="00096312" w:rsidP="00342EBA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(porcentaje en formato decimal × capital)</w:t>
            </w:r>
          </w:p>
        </w:tc>
        <w:tc>
          <w:tcPr>
            <w:tcW w:w="1620" w:type="dxa"/>
          </w:tcPr>
          <w:p w:rsidR="0038599F" w:rsidRPr="0038599F" w:rsidRDefault="00096312" w:rsidP="00342EBA">
            <w:pPr>
              <w:pStyle w:val="TabletextArial"/>
              <w:jc w:val="right"/>
              <w:rPr>
                <w:b/>
              </w:rPr>
            </w:pPr>
            <w:r w:rsidRPr="0038599F">
              <w:rPr>
                <w:rFonts w:eastAsia="Arial"/>
                <w:b/>
                <w:bCs/>
                <w:lang w:val="es-ES"/>
              </w:rPr>
              <w:t>USD 0</w:t>
            </w:r>
          </w:p>
        </w:tc>
        <w:tc>
          <w:tcPr>
            <w:tcW w:w="1620" w:type="dxa"/>
          </w:tcPr>
          <w:p w:rsidR="0038599F" w:rsidRPr="0038599F" w:rsidRDefault="00081F5E" w:rsidP="00342EBA">
            <w:pPr>
              <w:pStyle w:val="TabletextArial"/>
            </w:pPr>
          </w:p>
        </w:tc>
        <w:tc>
          <w:tcPr>
            <w:tcW w:w="1602" w:type="dxa"/>
          </w:tcPr>
          <w:p w:rsidR="0038599F" w:rsidRPr="0038599F" w:rsidRDefault="00081F5E" w:rsidP="00342EBA">
            <w:pPr>
              <w:pStyle w:val="TabletextArial"/>
            </w:pPr>
          </w:p>
        </w:tc>
      </w:tr>
      <w:tr w:rsidR="00A344A7" w:rsidTr="00A344A7">
        <w:tc>
          <w:tcPr>
            <w:tcW w:w="4302" w:type="dxa"/>
          </w:tcPr>
          <w:p w:rsidR="0038599F" w:rsidRPr="000D24CF" w:rsidRDefault="00096312" w:rsidP="00342EBA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¿Cuánto es el capital?</w:t>
            </w:r>
          </w:p>
          <w:p w:rsidR="0038599F" w:rsidRPr="000D24CF" w:rsidRDefault="00096312" w:rsidP="00342EBA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(precio de la vivienda – pago inicial)</w:t>
            </w:r>
          </w:p>
        </w:tc>
        <w:tc>
          <w:tcPr>
            <w:tcW w:w="1620" w:type="dxa"/>
          </w:tcPr>
          <w:p w:rsidR="0038599F" w:rsidRPr="0038599F" w:rsidRDefault="00096312" w:rsidP="00342EBA">
            <w:pPr>
              <w:pStyle w:val="TabletextArial"/>
              <w:jc w:val="right"/>
              <w:rPr>
                <w:b/>
              </w:rPr>
            </w:pPr>
            <w:r w:rsidRPr="0038599F">
              <w:rPr>
                <w:rFonts w:eastAsia="Arial"/>
                <w:b/>
                <w:bCs/>
                <w:lang w:val="es-ES"/>
              </w:rPr>
              <w:t>USD 285.000</w:t>
            </w:r>
          </w:p>
        </w:tc>
        <w:tc>
          <w:tcPr>
            <w:tcW w:w="1620" w:type="dxa"/>
          </w:tcPr>
          <w:p w:rsidR="0038599F" w:rsidRPr="0038599F" w:rsidRDefault="00081F5E" w:rsidP="00342EBA">
            <w:pPr>
              <w:pStyle w:val="TabletextArial"/>
            </w:pPr>
          </w:p>
        </w:tc>
        <w:tc>
          <w:tcPr>
            <w:tcW w:w="1602" w:type="dxa"/>
          </w:tcPr>
          <w:p w:rsidR="0038599F" w:rsidRPr="0038599F" w:rsidRDefault="00081F5E" w:rsidP="00342EBA">
            <w:pPr>
              <w:pStyle w:val="TabletextArial"/>
            </w:pPr>
          </w:p>
        </w:tc>
      </w:tr>
      <w:tr w:rsidR="00A344A7" w:rsidTr="00A344A7">
        <w:tc>
          <w:tcPr>
            <w:tcW w:w="4302" w:type="dxa"/>
            <w:shd w:val="clear" w:color="auto" w:fill="F4CACA" w:themeFill="text2" w:themeFillTint="33"/>
          </w:tcPr>
          <w:p w:rsidR="0038599F" w:rsidRPr="0038599F" w:rsidRDefault="00081F5E" w:rsidP="00342EBA">
            <w:pPr>
              <w:pStyle w:val="TabletextArial"/>
            </w:pPr>
          </w:p>
        </w:tc>
        <w:tc>
          <w:tcPr>
            <w:tcW w:w="1620" w:type="dxa"/>
            <w:shd w:val="clear" w:color="auto" w:fill="F4CACA" w:themeFill="text2" w:themeFillTint="33"/>
          </w:tcPr>
          <w:p w:rsidR="0038599F" w:rsidRPr="0038599F" w:rsidRDefault="00081F5E" w:rsidP="00342EBA">
            <w:pPr>
              <w:pStyle w:val="TabletextArial"/>
              <w:jc w:val="right"/>
              <w:rPr>
                <w:b/>
              </w:rPr>
            </w:pPr>
          </w:p>
        </w:tc>
        <w:tc>
          <w:tcPr>
            <w:tcW w:w="1620" w:type="dxa"/>
            <w:shd w:val="clear" w:color="auto" w:fill="F4CACA" w:themeFill="text2" w:themeFillTint="33"/>
          </w:tcPr>
          <w:p w:rsidR="0038599F" w:rsidRPr="0038599F" w:rsidRDefault="00081F5E" w:rsidP="00342EBA">
            <w:pPr>
              <w:pStyle w:val="TabletextArial"/>
            </w:pPr>
          </w:p>
        </w:tc>
        <w:tc>
          <w:tcPr>
            <w:tcW w:w="1602" w:type="dxa"/>
            <w:shd w:val="clear" w:color="auto" w:fill="F4CACA" w:themeFill="text2" w:themeFillTint="33"/>
          </w:tcPr>
          <w:p w:rsidR="0038599F" w:rsidRPr="0038599F" w:rsidRDefault="00081F5E" w:rsidP="00342EBA">
            <w:pPr>
              <w:pStyle w:val="TabletextArial"/>
            </w:pPr>
          </w:p>
        </w:tc>
      </w:tr>
      <w:tr w:rsidR="00A344A7" w:rsidTr="00A344A7">
        <w:tc>
          <w:tcPr>
            <w:tcW w:w="4302" w:type="dxa"/>
          </w:tcPr>
          <w:p w:rsidR="0038599F" w:rsidRPr="0038599F" w:rsidRDefault="00096312" w:rsidP="00342EBA">
            <w:pPr>
              <w:pStyle w:val="TabletextArial"/>
            </w:pPr>
            <w:r w:rsidRPr="0038599F">
              <w:rPr>
                <w:rFonts w:eastAsia="Arial"/>
                <w:lang w:val="es-ES"/>
              </w:rPr>
              <w:t>Pago mensual:</w:t>
            </w:r>
          </w:p>
        </w:tc>
        <w:tc>
          <w:tcPr>
            <w:tcW w:w="1620" w:type="dxa"/>
          </w:tcPr>
          <w:p w:rsidR="0038599F" w:rsidRPr="0038599F" w:rsidRDefault="00096312" w:rsidP="00342EBA">
            <w:pPr>
              <w:pStyle w:val="TabletextArial"/>
              <w:jc w:val="right"/>
              <w:rPr>
                <w:b/>
              </w:rPr>
            </w:pPr>
            <w:r w:rsidRPr="0038599F">
              <w:rPr>
                <w:rFonts w:eastAsia="Arial"/>
                <w:b/>
                <w:bCs/>
                <w:lang w:val="es-ES"/>
              </w:rPr>
              <w:t>USD 1.530</w:t>
            </w:r>
          </w:p>
        </w:tc>
        <w:tc>
          <w:tcPr>
            <w:tcW w:w="1620" w:type="dxa"/>
          </w:tcPr>
          <w:p w:rsidR="0038599F" w:rsidRPr="0038599F" w:rsidRDefault="00081F5E" w:rsidP="00342EBA">
            <w:pPr>
              <w:pStyle w:val="TabletextArial"/>
            </w:pPr>
          </w:p>
        </w:tc>
        <w:tc>
          <w:tcPr>
            <w:tcW w:w="1602" w:type="dxa"/>
          </w:tcPr>
          <w:p w:rsidR="0038599F" w:rsidRPr="0038599F" w:rsidRDefault="00081F5E" w:rsidP="00342EBA">
            <w:pPr>
              <w:pStyle w:val="TabletextArial"/>
            </w:pPr>
          </w:p>
        </w:tc>
      </w:tr>
      <w:tr w:rsidR="00A344A7" w:rsidTr="00A344A7">
        <w:tc>
          <w:tcPr>
            <w:tcW w:w="4302" w:type="dxa"/>
          </w:tcPr>
          <w:p w:rsidR="0038599F" w:rsidRPr="000D24CF" w:rsidRDefault="00096312" w:rsidP="00342EBA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¿Cuántos pagos?</w:t>
            </w:r>
          </w:p>
          <w:p w:rsidR="0038599F" w:rsidRPr="000D24CF" w:rsidRDefault="00096312" w:rsidP="00342EBA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(cantidad de años × 12)</w:t>
            </w:r>
          </w:p>
        </w:tc>
        <w:tc>
          <w:tcPr>
            <w:tcW w:w="1620" w:type="dxa"/>
          </w:tcPr>
          <w:p w:rsidR="0038599F" w:rsidRPr="0038599F" w:rsidRDefault="00096312" w:rsidP="00342EBA">
            <w:pPr>
              <w:pStyle w:val="TabletextArial"/>
              <w:jc w:val="right"/>
              <w:rPr>
                <w:b/>
              </w:rPr>
            </w:pPr>
            <w:r w:rsidRPr="0038599F">
              <w:rPr>
                <w:rFonts w:eastAsia="Arial"/>
                <w:b/>
                <w:bCs/>
                <w:lang w:val="es-ES"/>
              </w:rPr>
              <w:t>360</w:t>
            </w:r>
          </w:p>
        </w:tc>
        <w:tc>
          <w:tcPr>
            <w:tcW w:w="1620" w:type="dxa"/>
          </w:tcPr>
          <w:p w:rsidR="0038599F" w:rsidRPr="0038599F" w:rsidRDefault="00081F5E" w:rsidP="00342EBA">
            <w:pPr>
              <w:pStyle w:val="TabletextArial"/>
            </w:pPr>
          </w:p>
        </w:tc>
        <w:tc>
          <w:tcPr>
            <w:tcW w:w="1602" w:type="dxa"/>
          </w:tcPr>
          <w:p w:rsidR="0038599F" w:rsidRPr="0038599F" w:rsidRDefault="00081F5E" w:rsidP="00342EBA">
            <w:pPr>
              <w:pStyle w:val="TabletextArial"/>
            </w:pPr>
          </w:p>
        </w:tc>
      </w:tr>
      <w:tr w:rsidR="00A344A7" w:rsidTr="00A344A7">
        <w:tc>
          <w:tcPr>
            <w:tcW w:w="4302" w:type="dxa"/>
          </w:tcPr>
          <w:p w:rsidR="0038599F" w:rsidRPr="000D24CF" w:rsidRDefault="00096312" w:rsidP="00342EBA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¿Cuál es el costo total del interés y capital?</w:t>
            </w:r>
          </w:p>
          <w:p w:rsidR="0038599F" w:rsidRPr="000D24CF" w:rsidRDefault="00096312" w:rsidP="00342EBA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(pago mensual × cantidad de pagos)</w:t>
            </w:r>
          </w:p>
        </w:tc>
        <w:tc>
          <w:tcPr>
            <w:tcW w:w="1620" w:type="dxa"/>
          </w:tcPr>
          <w:p w:rsidR="0038599F" w:rsidRPr="0038599F" w:rsidRDefault="00096312" w:rsidP="00342EBA">
            <w:pPr>
              <w:pStyle w:val="TabletextArial"/>
              <w:jc w:val="right"/>
              <w:rPr>
                <w:b/>
              </w:rPr>
            </w:pPr>
            <w:r w:rsidRPr="0038599F">
              <w:rPr>
                <w:rFonts w:eastAsia="Arial"/>
                <w:b/>
                <w:bCs/>
                <w:lang w:val="es-ES"/>
              </w:rPr>
              <w:t>USD 550.800</w:t>
            </w:r>
          </w:p>
        </w:tc>
        <w:tc>
          <w:tcPr>
            <w:tcW w:w="1620" w:type="dxa"/>
          </w:tcPr>
          <w:p w:rsidR="0038599F" w:rsidRPr="0038599F" w:rsidRDefault="00081F5E" w:rsidP="00342EBA">
            <w:pPr>
              <w:pStyle w:val="TabletextArial"/>
            </w:pPr>
          </w:p>
        </w:tc>
        <w:tc>
          <w:tcPr>
            <w:tcW w:w="1602" w:type="dxa"/>
          </w:tcPr>
          <w:p w:rsidR="0038599F" w:rsidRPr="0038599F" w:rsidRDefault="00081F5E" w:rsidP="00342EBA">
            <w:pPr>
              <w:pStyle w:val="TabletextArial"/>
            </w:pPr>
          </w:p>
        </w:tc>
      </w:tr>
      <w:tr w:rsidR="00A344A7" w:rsidTr="00A344A7">
        <w:tc>
          <w:tcPr>
            <w:tcW w:w="4302" w:type="dxa"/>
          </w:tcPr>
          <w:p w:rsidR="0038599F" w:rsidRPr="000D24CF" w:rsidRDefault="00096312" w:rsidP="00342EBA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¿Cuánto se paga de interés?</w:t>
            </w:r>
          </w:p>
          <w:p w:rsidR="0038599F" w:rsidRPr="0038599F" w:rsidRDefault="00096312" w:rsidP="00342EBA">
            <w:pPr>
              <w:pStyle w:val="TabletextArial"/>
            </w:pPr>
            <w:r w:rsidRPr="0038599F">
              <w:rPr>
                <w:rFonts w:eastAsia="Arial"/>
                <w:lang w:val="es-ES"/>
              </w:rPr>
              <w:t>(costo total – capital)</w:t>
            </w:r>
          </w:p>
        </w:tc>
        <w:tc>
          <w:tcPr>
            <w:tcW w:w="1620" w:type="dxa"/>
          </w:tcPr>
          <w:p w:rsidR="0038599F" w:rsidRPr="0038599F" w:rsidRDefault="00096312" w:rsidP="00342EBA">
            <w:pPr>
              <w:pStyle w:val="TabletextArial"/>
              <w:jc w:val="right"/>
              <w:rPr>
                <w:b/>
              </w:rPr>
            </w:pPr>
            <w:r w:rsidRPr="0038599F">
              <w:rPr>
                <w:rFonts w:eastAsia="Arial"/>
                <w:b/>
                <w:bCs/>
                <w:lang w:val="es-ES"/>
              </w:rPr>
              <w:t>USD 265.800</w:t>
            </w:r>
          </w:p>
        </w:tc>
        <w:tc>
          <w:tcPr>
            <w:tcW w:w="1620" w:type="dxa"/>
          </w:tcPr>
          <w:p w:rsidR="0038599F" w:rsidRPr="0038599F" w:rsidRDefault="00081F5E" w:rsidP="00342EBA">
            <w:pPr>
              <w:pStyle w:val="TabletextArial"/>
            </w:pPr>
          </w:p>
        </w:tc>
        <w:tc>
          <w:tcPr>
            <w:tcW w:w="1602" w:type="dxa"/>
          </w:tcPr>
          <w:p w:rsidR="0038599F" w:rsidRPr="0038599F" w:rsidRDefault="00081F5E" w:rsidP="00342EBA">
            <w:pPr>
              <w:pStyle w:val="TabletextArial"/>
            </w:pPr>
          </w:p>
        </w:tc>
      </w:tr>
    </w:tbl>
    <w:p w:rsidR="00446686" w:rsidRDefault="00081F5E" w:rsidP="00342EBA">
      <w:pPr>
        <w:pStyle w:val="TabletextArial"/>
      </w:pPr>
    </w:p>
    <w:p w:rsidR="00446686" w:rsidRDefault="00081F5E" w:rsidP="00446686">
      <w:pPr>
        <w:pStyle w:val="BodyText"/>
      </w:pPr>
    </w:p>
    <w:sectPr w:rsidR="00446686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BDE" w:rsidRDefault="00E04BDE" w:rsidP="00A344A7">
      <w:pPr>
        <w:spacing w:after="0" w:line="240" w:lineRule="auto"/>
      </w:pPr>
      <w:r>
        <w:separator/>
      </w:r>
    </w:p>
  </w:endnote>
  <w:endnote w:type="continuationSeparator" w:id="0">
    <w:p w:rsidR="00E04BDE" w:rsidRDefault="00E04BDE" w:rsidP="00A34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8A3539">
    <w:pPr>
      <w:pStyle w:val="Footer"/>
    </w:pPr>
    <w:r w:rsidRPr="008A3539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0D24CF" w:rsidRDefault="00096312" w:rsidP="00713A78">
                <w:pPr>
                  <w:pStyle w:val="Copyright"/>
                  <w:rPr>
                    <w:lang w:val="es-AR"/>
                  </w:rPr>
                </w:pPr>
                <w:r w:rsidRPr="00713A78">
                  <w:rPr>
                    <w:rFonts w:eastAsia="Arial"/>
                    <w:lang w:val="es-ES"/>
                  </w:rPr>
                  <w:t xml:space="preserve">© 2012 PricewaterhouseCoopers LLP. Todos los derechos reservados.  PwC se refiere a la empresa miembro de los Estados Unidos y puede referirse, a veces, a la red de PwC. Cada empresa miembro es una entidad legal separada. </w:t>
                </w:r>
                <w:r w:rsidR="00B34358">
                  <w:rPr>
                    <w:rFonts w:eastAsia="Arial"/>
                    <w:lang w:val="es-ES"/>
                  </w:rPr>
                  <w:t>Consulte</w:t>
                </w:r>
                <w:r w:rsidRPr="00713A78">
                  <w:rPr>
                    <w:rFonts w:eastAsia="Arial"/>
                    <w:lang w:val="es-ES"/>
                  </w:rPr>
                  <w:t xml:space="preserve"> www.pwc.com/structure para obtener más detalles. Este contenido es solo para fines informativos generales, y no se utilizará como sustituto de la consulta con asesores profesionales. </w:t>
                </w:r>
              </w:p>
            </w:txbxContent>
          </v:textbox>
        </v:shape>
      </w:pict>
    </w:r>
    <w:r w:rsidR="00096312">
      <w:rPr>
        <w:noProof/>
        <w:lang w:val="en-US" w:eastAsia="zh-TW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BDE" w:rsidRDefault="00E04BDE" w:rsidP="00A344A7">
      <w:pPr>
        <w:spacing w:after="0" w:line="240" w:lineRule="auto"/>
      </w:pPr>
      <w:r>
        <w:separator/>
      </w:r>
    </w:p>
  </w:footnote>
  <w:footnote w:type="continuationSeparator" w:id="0">
    <w:p w:rsidR="00E04BDE" w:rsidRDefault="00E04BDE" w:rsidP="00A34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A344A7" w:rsidTr="0084517A">
      <w:tc>
        <w:tcPr>
          <w:tcW w:w="5000" w:type="pct"/>
        </w:tcPr>
        <w:p w:rsidR="002F372E" w:rsidRPr="009B5B65" w:rsidRDefault="00081F5E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8A3539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096312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FFAC25B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1D3CEDB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98BE178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271E12D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249CE11A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4A889E1E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72B2A32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450C473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668C81A0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09F8F1D6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4B9E699A" w:tentative="1">
      <w:start w:val="1"/>
      <w:numFmt w:val="lowerLetter"/>
      <w:lvlText w:val="%2."/>
      <w:lvlJc w:val="left"/>
      <w:pPr>
        <w:ind w:left="2246" w:hanging="360"/>
      </w:pPr>
    </w:lvl>
    <w:lvl w:ilvl="2" w:tplc="D53C0A54" w:tentative="1">
      <w:start w:val="1"/>
      <w:numFmt w:val="lowerRoman"/>
      <w:lvlText w:val="%3."/>
      <w:lvlJc w:val="right"/>
      <w:pPr>
        <w:ind w:left="2966" w:hanging="180"/>
      </w:pPr>
    </w:lvl>
    <w:lvl w:ilvl="3" w:tplc="748E04EE" w:tentative="1">
      <w:start w:val="1"/>
      <w:numFmt w:val="decimal"/>
      <w:lvlText w:val="%4."/>
      <w:lvlJc w:val="left"/>
      <w:pPr>
        <w:ind w:left="3686" w:hanging="360"/>
      </w:pPr>
    </w:lvl>
    <w:lvl w:ilvl="4" w:tplc="7AD4BB16" w:tentative="1">
      <w:start w:val="1"/>
      <w:numFmt w:val="lowerLetter"/>
      <w:lvlText w:val="%5."/>
      <w:lvlJc w:val="left"/>
      <w:pPr>
        <w:ind w:left="4406" w:hanging="360"/>
      </w:pPr>
    </w:lvl>
    <w:lvl w:ilvl="5" w:tplc="B17429E4" w:tentative="1">
      <w:start w:val="1"/>
      <w:numFmt w:val="lowerRoman"/>
      <w:lvlText w:val="%6."/>
      <w:lvlJc w:val="right"/>
      <w:pPr>
        <w:ind w:left="5126" w:hanging="180"/>
      </w:pPr>
    </w:lvl>
    <w:lvl w:ilvl="6" w:tplc="5E685AB4" w:tentative="1">
      <w:start w:val="1"/>
      <w:numFmt w:val="decimal"/>
      <w:lvlText w:val="%7."/>
      <w:lvlJc w:val="left"/>
      <w:pPr>
        <w:ind w:left="5846" w:hanging="360"/>
      </w:pPr>
    </w:lvl>
    <w:lvl w:ilvl="7" w:tplc="04E648F2" w:tentative="1">
      <w:start w:val="1"/>
      <w:numFmt w:val="lowerLetter"/>
      <w:lvlText w:val="%8."/>
      <w:lvlJc w:val="left"/>
      <w:pPr>
        <w:ind w:left="6566" w:hanging="360"/>
      </w:pPr>
    </w:lvl>
    <w:lvl w:ilvl="8" w:tplc="F0207AA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D000230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878EB50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55308CF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924AC4EC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181C280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A156CF3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F948F1A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6AC9B3A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A992B36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1FECF64E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94AE50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404A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6257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0E7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FA1E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0658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DAAE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2ACA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F3CC77D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21983F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E84C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322B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EAEE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60A0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AA3A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E3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AA4B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344A7"/>
    <w:rsid w:val="00081F5E"/>
    <w:rsid w:val="00096312"/>
    <w:rsid w:val="000D24CF"/>
    <w:rsid w:val="00156467"/>
    <w:rsid w:val="001C649F"/>
    <w:rsid w:val="008A3539"/>
    <w:rsid w:val="00A344A7"/>
    <w:rsid w:val="00B34358"/>
    <w:rsid w:val="00BC3DA9"/>
    <w:rsid w:val="00E04BDE"/>
    <w:rsid w:val="00E73618"/>
    <w:rsid w:val="00E82A88"/>
    <w:rsid w:val="00F23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E82A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2A8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2A8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A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2A88"/>
    <w:rPr>
      <w:b/>
      <w:bCs/>
      <w:sz w:val="24"/>
      <w:szCs w:val="24"/>
    </w:rPr>
  </w:style>
  <w:style w:type="paragraph" w:styleId="Revision">
    <w:name w:val="Revision"/>
    <w:hidden/>
    <w:uiPriority w:val="99"/>
    <w:semiHidden/>
    <w:rsid w:val="000D24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04313-C6F5-4351-90D5-94CACDB96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page.dotx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Jake Cecil</cp:lastModifiedBy>
  <cp:revision>5</cp:revision>
  <cp:lastPrinted>2012-07-19T20:44:00Z</cp:lastPrinted>
  <dcterms:created xsi:type="dcterms:W3CDTF">2012-12-31T05:11:00Z</dcterms:created>
  <dcterms:modified xsi:type="dcterms:W3CDTF">2013-01-02T14:19:00Z</dcterms:modified>
</cp:coreProperties>
</file>